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182AC8">
        <w:rPr>
          <w:b/>
          <w:sz w:val="20"/>
          <w:szCs w:val="20"/>
        </w:rPr>
        <w:t xml:space="preserve"> DO ALUNO</w:t>
      </w:r>
      <w:r w:rsidR="003B1CEC">
        <w:rPr>
          <w:b/>
          <w:sz w:val="20"/>
          <w:szCs w:val="20"/>
        </w:rPr>
        <w:t>:</w:t>
      </w:r>
      <w:r w:rsidRPr="00707B01">
        <w:rPr>
          <w:b/>
          <w:sz w:val="20"/>
          <w:szCs w:val="20"/>
        </w:rPr>
        <w:t xml:space="preserve"> </w:t>
      </w:r>
      <w:bookmarkStart w:id="0" w:name="Texto1"/>
      <w:r w:rsidR="00CA76D5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5E4F17" w:rsidRP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bookmarkStart w:id="1" w:name="_GoBack"/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bookmarkEnd w:id="1"/>
      <w:r w:rsidR="00CA76D5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2" w:name="Texto2"/>
      <w:r w:rsidR="00CA76D5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5E4F17" w:rsidRP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2"/>
      <w:r w:rsidRPr="00707B01">
        <w:rPr>
          <w:b/>
          <w:sz w:val="20"/>
          <w:szCs w:val="20"/>
        </w:rPr>
        <w:t xml:space="preserve"> TURNO: </w:t>
      </w:r>
      <w:bookmarkStart w:id="3" w:name="Texto3"/>
      <w:r w:rsidR="00CA76D5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5E4F17" w:rsidRP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3"/>
    </w:p>
    <w:p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182AC8">
        <w:rPr>
          <w:b/>
        </w:rPr>
        <w:t>–</w:t>
      </w:r>
      <w:r w:rsidR="00945E30">
        <w:rPr>
          <w:b/>
        </w:rPr>
        <w:t xml:space="preserve"> </w:t>
      </w:r>
      <w:r w:rsidR="00182AC8">
        <w:rPr>
          <w:b/>
        </w:rPr>
        <w:t xml:space="preserve">CÔNJUGE DO </w:t>
      </w:r>
      <w:r w:rsidR="005E26A7">
        <w:rPr>
          <w:b/>
        </w:rPr>
        <w:t xml:space="preserve">(A) </w:t>
      </w:r>
      <w:r w:rsidR="0071111E">
        <w:rPr>
          <w:b/>
        </w:rPr>
        <w:t>FIADOR</w:t>
      </w:r>
      <w:r w:rsidR="005E26A7">
        <w:rPr>
          <w:b/>
        </w:rPr>
        <w:t xml:space="preserve"> (A)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Nome: </w:t>
            </w:r>
            <w:bookmarkStart w:id="4" w:name="Texto52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4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Data de nascimento: </w:t>
            </w:r>
            <w:bookmarkStart w:id="5" w:name="Texto53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5"/>
            <w:r w:rsidRPr="00307B3E">
              <w:rPr>
                <w:sz w:val="18"/>
                <w:szCs w:val="18"/>
              </w:rPr>
              <w:t>/</w:t>
            </w:r>
            <w:bookmarkStart w:id="6" w:name="Texto5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6"/>
            <w:r w:rsidRPr="00307B3E">
              <w:rPr>
                <w:sz w:val="18"/>
                <w:szCs w:val="18"/>
              </w:rPr>
              <w:t>/</w:t>
            </w:r>
            <w:bookmarkStart w:id="7" w:name="Texto55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7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Sexo: </w:t>
            </w:r>
            <w:bookmarkStart w:id="8" w:name="Texto56"/>
            <w:r w:rsidRPr="00307B3E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8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9" w:name="Texto57"/>
            <w:r w:rsidRPr="00307B3E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9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Nacionalidade: </w:t>
            </w:r>
            <w:bookmarkStart w:id="10" w:name="Texto58"/>
            <w:r w:rsidRPr="00307B3E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0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Naturalidade: </w:t>
            </w:r>
            <w:bookmarkStart w:id="11" w:name="Texto59"/>
            <w:r w:rsidRPr="00307B3E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1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bookmarkStart w:id="12" w:name="Texto60"/>
            <w:r w:rsidRPr="00307B3E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2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RG: </w:t>
            </w:r>
            <w:bookmarkStart w:id="13" w:name="Texto6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3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UF do RG: </w:t>
            </w:r>
            <w:bookmarkStart w:id="14" w:name="Texto62"/>
            <w:r w:rsidRPr="00307B3E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4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CPF/MF: </w:t>
            </w:r>
            <w:bookmarkStart w:id="15" w:name="Texto63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5"/>
            <w:r w:rsidRPr="00307B3E">
              <w:rPr>
                <w:sz w:val="18"/>
                <w:szCs w:val="18"/>
              </w:rPr>
              <w:t>.</w:t>
            </w:r>
            <w:bookmarkStart w:id="16" w:name="Texto6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6"/>
            <w:r w:rsidRPr="00307B3E">
              <w:rPr>
                <w:sz w:val="18"/>
                <w:szCs w:val="18"/>
              </w:rPr>
              <w:t>.</w:t>
            </w:r>
            <w:bookmarkStart w:id="17" w:name="Texto65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7"/>
            <w:r w:rsidRPr="00307B3E">
              <w:rPr>
                <w:sz w:val="18"/>
                <w:szCs w:val="18"/>
              </w:rPr>
              <w:t>-</w:t>
            </w:r>
            <w:bookmarkStart w:id="18" w:name="Texto66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8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do pai: </w:t>
            </w:r>
            <w:bookmarkStart w:id="19" w:name="Texto67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9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da mãe: </w:t>
            </w:r>
            <w:bookmarkStart w:id="20" w:name="Texto68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Email (1): </w:t>
            </w:r>
            <w:bookmarkStart w:id="21" w:name="Texto69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1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Email (2): </w:t>
            </w:r>
            <w:bookmarkStart w:id="22" w:name="Texto70"/>
            <w:r w:rsidR="00514084" w:rsidRPr="00307B3E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  <w:lang w:val="en-US"/>
              </w:rPr>
            </w:r>
            <w:r w:rsidR="00514084" w:rsidRPr="00307B3E">
              <w:rPr>
                <w:sz w:val="18"/>
                <w:szCs w:val="18"/>
                <w:lang w:val="en-US"/>
              </w:rPr>
              <w:fldChar w:fldCharType="separate"/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514084" w:rsidRPr="00307B3E">
              <w:rPr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</w:tr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 residencial: </w:t>
            </w:r>
            <w:bookmarkStart w:id="23" w:name="Texto7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3"/>
            <w:r w:rsidRPr="00307B3E">
              <w:rPr>
                <w:sz w:val="18"/>
                <w:szCs w:val="18"/>
              </w:rPr>
              <w:t xml:space="preserve">, </w:t>
            </w:r>
            <w:bookmarkStart w:id="24" w:name="Texto72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4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bookmarkStart w:id="25" w:name="Texto73"/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5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Bairro: </w:t>
            </w:r>
            <w:bookmarkStart w:id="26" w:name="Texto7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6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bookmarkStart w:id="27" w:name="Texto75"/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7"/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bookmarkStart w:id="28" w:name="Texto76"/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8"/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>CEP:</w:t>
            </w:r>
            <w:bookmarkStart w:id="29" w:name="Texto77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9"/>
            <w:r w:rsidRPr="00307B3E">
              <w:rPr>
                <w:sz w:val="18"/>
                <w:szCs w:val="18"/>
              </w:rPr>
              <w:t>-</w:t>
            </w:r>
            <w:bookmarkStart w:id="30" w:name="Texto78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0"/>
          </w:p>
          <w:p w:rsidR="00A11624" w:rsidRPr="00307B3E" w:rsidRDefault="00A11624" w:rsidP="005A0109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Telefone residencial: </w:t>
            </w:r>
            <w:r w:rsidRPr="00307B3E">
              <w:rPr>
                <w:sz w:val="18"/>
                <w:szCs w:val="18"/>
              </w:rPr>
              <w:t>(</w:t>
            </w:r>
            <w:bookmarkStart w:id="31" w:name="Texto79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1"/>
            <w:r w:rsidRPr="00307B3E">
              <w:rPr>
                <w:sz w:val="18"/>
                <w:szCs w:val="18"/>
              </w:rPr>
              <w:t xml:space="preserve">) </w:t>
            </w:r>
            <w:bookmarkStart w:id="32" w:name="Texto80"/>
            <w:r w:rsidR="005A0109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bookmarkEnd w:id="32"/>
            <w:r w:rsidRPr="00307B3E">
              <w:rPr>
                <w:sz w:val="18"/>
                <w:szCs w:val="18"/>
              </w:rPr>
              <w:t>-</w:t>
            </w:r>
            <w:bookmarkStart w:id="33" w:name="Texto8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3"/>
            <w:r w:rsidRPr="00307B3E">
              <w:rPr>
                <w:b/>
                <w:sz w:val="18"/>
                <w:szCs w:val="18"/>
              </w:rPr>
              <w:tab/>
              <w:t xml:space="preserve">Celular: </w:t>
            </w:r>
            <w:r w:rsidRPr="00307B3E">
              <w:rPr>
                <w:sz w:val="18"/>
                <w:szCs w:val="18"/>
              </w:rPr>
              <w:t>(</w:t>
            </w:r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)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</w:p>
        </w:tc>
      </w:tr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,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color w:val="FF0000"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 xml:space="preserve">Bairro: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Telefone comercial: </w:t>
            </w:r>
            <w:r w:rsidRPr="00307B3E">
              <w:rPr>
                <w:sz w:val="18"/>
                <w:szCs w:val="18"/>
              </w:rPr>
              <w:t>(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) 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Ramal: </w:t>
            </w:r>
            <w:bookmarkStart w:id="34" w:name="Texto82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4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Data de Admissão</w:t>
            </w:r>
            <w:r w:rsidRPr="00307B3E">
              <w:rPr>
                <w:sz w:val="18"/>
                <w:szCs w:val="18"/>
              </w:rPr>
              <w:t xml:space="preserve">: </w:t>
            </w:r>
            <w:bookmarkStart w:id="35" w:name="Texto95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5"/>
            <w:r w:rsidRPr="00307B3E">
              <w:rPr>
                <w:sz w:val="18"/>
                <w:szCs w:val="18"/>
              </w:rPr>
              <w:t>/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bookmarkStart w:id="36" w:name="Texto96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6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Cargo: </w:t>
            </w:r>
            <w:bookmarkStart w:id="37" w:name="Texto97"/>
            <w:r w:rsidRPr="00307B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37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8" w:name="Texto98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A11624" w:rsidRPr="00307B3E" w:rsidTr="00307B3E">
        <w:tc>
          <w:tcPr>
            <w:tcW w:w="9224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da empresa: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,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color w:val="FF0000"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 xml:space="preserve">Bairro: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Telefone</w:t>
            </w:r>
            <w:r w:rsidRPr="00307B3E">
              <w:rPr>
                <w:sz w:val="18"/>
                <w:szCs w:val="18"/>
              </w:rPr>
              <w:t>: (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) 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="00571603" w:rsidRPr="00307B3E">
              <w:rPr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="007078E1"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</w:p>
          <w:p w:rsidR="00A11624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CNPJ: </w:t>
            </w:r>
            <w:bookmarkStart w:id="39" w:name="Texto99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9"/>
            <w:r w:rsidRPr="00307B3E">
              <w:rPr>
                <w:sz w:val="18"/>
                <w:szCs w:val="18"/>
              </w:rPr>
              <w:t>.</w:t>
            </w:r>
            <w:bookmarkStart w:id="40" w:name="Texto100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0"/>
            <w:r w:rsidRPr="00307B3E">
              <w:rPr>
                <w:sz w:val="18"/>
                <w:szCs w:val="18"/>
              </w:rPr>
              <w:t>.</w:t>
            </w:r>
            <w:bookmarkStart w:id="41" w:name="Texto101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1"/>
            <w:r w:rsidRPr="00307B3E">
              <w:rPr>
                <w:sz w:val="18"/>
                <w:szCs w:val="18"/>
              </w:rPr>
              <w:t>/</w:t>
            </w:r>
            <w:bookmarkStart w:id="42" w:name="Texto102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2"/>
            <w:r w:rsidRPr="00307B3E">
              <w:rPr>
                <w:sz w:val="18"/>
                <w:szCs w:val="18"/>
              </w:rPr>
              <w:t>-</w:t>
            </w:r>
            <w:bookmarkStart w:id="43" w:name="Texto103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3"/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4" w:name="Texto104"/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5E4F17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bookmarkEnd w:id="44"/>
            <w:r w:rsidR="007D1808" w:rsidRPr="00307B3E">
              <w:rPr>
                <w:b/>
                <w:sz w:val="18"/>
                <w:szCs w:val="18"/>
              </w:rPr>
              <w:t xml:space="preserve"> </w:t>
            </w:r>
          </w:p>
          <w:p w:rsidR="005A0109" w:rsidRPr="00307B3E" w:rsidRDefault="005A0109" w:rsidP="005A0109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Data de A</w:t>
            </w:r>
            <w:r>
              <w:rPr>
                <w:b/>
                <w:sz w:val="18"/>
                <w:szCs w:val="18"/>
              </w:rPr>
              <w:t>bertura</w:t>
            </w:r>
            <w:r w:rsidRPr="00307B3E">
              <w:rPr>
                <w:sz w:val="18"/>
                <w:szCs w:val="18"/>
              </w:rPr>
              <w:t xml:space="preserve">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Cargo: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307B3E" w:rsidTr="00307B3E">
        <w:tc>
          <w:tcPr>
            <w:tcW w:w="9224" w:type="dxa"/>
            <w:shd w:val="clear" w:color="auto" w:fill="auto"/>
          </w:tcPr>
          <w:p w:rsidR="00571603" w:rsidRPr="00307B3E" w:rsidRDefault="00571603" w:rsidP="00307B3E">
            <w:pPr>
              <w:spacing w:before="120" w:line="360" w:lineRule="auto"/>
              <w:rPr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Origem: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571603" w:rsidRPr="00307B3E" w:rsidRDefault="00571603" w:rsidP="00307B3E">
            <w:pPr>
              <w:spacing w:line="360" w:lineRule="auto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Origem: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Tipo: </w:t>
            </w:r>
            <w:bookmarkStart w:id="45" w:name="Texto84"/>
            <w:r w:rsidRPr="00307B3E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45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>Valor</w:t>
            </w:r>
            <w:r w:rsidR="007C0D41">
              <w:rPr>
                <w:b/>
                <w:sz w:val="18"/>
                <w:szCs w:val="18"/>
              </w:rPr>
              <w:t xml:space="preserve"> (mercado)</w:t>
            </w:r>
            <w:r w:rsidRPr="00307B3E">
              <w:rPr>
                <w:b/>
                <w:sz w:val="18"/>
                <w:szCs w:val="18"/>
              </w:rPr>
              <w:t xml:space="preserve">: </w:t>
            </w:r>
            <w:bookmarkStart w:id="46" w:name="Texto85"/>
            <w:r w:rsidRPr="00307B3E">
              <w:rPr>
                <w:b/>
                <w:sz w:val="18"/>
                <w:szCs w:val="18"/>
              </w:rPr>
              <w:t xml:space="preserve">R$ </w:t>
            </w:r>
            <w:bookmarkEnd w:id="46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7" w:name="Texto86"/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132227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  <w:bookmarkEnd w:id="47"/>
          </w:p>
          <w:p w:rsidR="007D1808" w:rsidRPr="00307B3E" w:rsidRDefault="007D1808" w:rsidP="003D3691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Tipo: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>Valor</w:t>
            </w:r>
            <w:r w:rsidR="007C0D41">
              <w:rPr>
                <w:b/>
                <w:sz w:val="18"/>
                <w:szCs w:val="18"/>
              </w:rPr>
              <w:t xml:space="preserve"> (mercado)</w:t>
            </w:r>
            <w:r w:rsidRPr="00307B3E">
              <w:rPr>
                <w:b/>
                <w:sz w:val="18"/>
                <w:szCs w:val="18"/>
              </w:rPr>
              <w:t xml:space="preserve">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132227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</w:p>
        </w:tc>
      </w:tr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8" w:name="Texto87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8"/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Marca: </w:t>
            </w:r>
            <w:bookmarkStart w:id="49" w:name="Texto88"/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5E4F17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bookmarkEnd w:id="49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Modelo: </w:t>
            </w:r>
            <w:bookmarkStart w:id="50" w:name="Texto89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0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Ano: </w:t>
            </w:r>
            <w:bookmarkStart w:id="51" w:name="Texto90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1"/>
            <w:r w:rsidRPr="00307B3E">
              <w:rPr>
                <w:b/>
                <w:sz w:val="18"/>
                <w:szCs w:val="18"/>
              </w:rPr>
              <w:t xml:space="preserve">      Valor de Mercado: R$ </w:t>
            </w:r>
            <w:bookmarkStart w:id="52" w:name="Texto91"/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132227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  <w:bookmarkEnd w:id="52"/>
          </w:p>
          <w:p w:rsidR="007D1808" w:rsidRPr="00307B3E" w:rsidRDefault="007D1808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Marca: </w:t>
            </w:r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5E4F17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Modelo: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     Valor de Mercado: R$ </w:t>
            </w:r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132227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</w:p>
        </w:tc>
      </w:tr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:rsidR="007D1808" w:rsidRPr="001C2DB7" w:rsidRDefault="007D1808" w:rsidP="007D1808">
      <w:pPr>
        <w:spacing w:before="120"/>
        <w:rPr>
          <w:b/>
          <w:sz w:val="18"/>
          <w:szCs w:val="18"/>
        </w:rPr>
      </w:pPr>
      <w:r w:rsidRPr="001C2DB7">
        <w:rPr>
          <w:b/>
          <w:sz w:val="18"/>
          <w:szCs w:val="18"/>
        </w:rPr>
        <w:t>Bancárias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7D1808" w:rsidRPr="00307B3E" w:rsidTr="00197508">
        <w:tc>
          <w:tcPr>
            <w:tcW w:w="9225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Banco: </w:t>
            </w:r>
            <w:bookmarkStart w:id="53" w:name="Texto92"/>
            <w:r w:rsidRPr="00307B3E">
              <w:rPr>
                <w:sz w:val="18"/>
                <w:szCs w:val="18"/>
              </w:rPr>
              <w:fldChar w:fldCharType="begin">
                <w:ffData>
                  <w:name w:val="Texto92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53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Agência: </w:t>
            </w:r>
            <w:bookmarkStart w:id="54" w:name="Texto93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3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4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nº da conta corrente: </w:t>
            </w:r>
            <w:bookmarkStart w:id="55" w:name="Texto94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5"/>
          </w:p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Banco: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2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Agência: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nº da conta corrente: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CA6BDC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197508" w:rsidRDefault="00197508" w:rsidP="00197508">
      <w:pPr>
        <w:spacing w:before="120"/>
        <w:rPr>
          <w:b/>
          <w:sz w:val="18"/>
          <w:szCs w:val="18"/>
        </w:rPr>
      </w:pPr>
    </w:p>
    <w:p w:rsidR="00197508" w:rsidRDefault="00197508" w:rsidP="001975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197508" w:rsidRPr="003D0FA7" w:rsidTr="005A53D4">
        <w:tc>
          <w:tcPr>
            <w:tcW w:w="9225" w:type="dxa"/>
            <w:shd w:val="clear" w:color="auto" w:fill="auto"/>
          </w:tcPr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197508" w:rsidRPr="003D0FA7" w:rsidTr="005A53D4">
        <w:tc>
          <w:tcPr>
            <w:tcW w:w="9225" w:type="dxa"/>
            <w:shd w:val="clear" w:color="auto" w:fill="auto"/>
          </w:tcPr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197508" w:rsidRDefault="00197508" w:rsidP="00197508">
      <w:pPr>
        <w:spacing w:before="120"/>
        <w:rPr>
          <w:b/>
          <w:sz w:val="18"/>
          <w:szCs w:val="18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bookmarkStart w:id="56" w:name="Texto49"/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6"/>
      <w:r>
        <w:rPr>
          <w:sz w:val="20"/>
          <w:szCs w:val="20"/>
        </w:rPr>
        <w:t xml:space="preserve">, </w:t>
      </w:r>
      <w:bookmarkStart w:id="57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Pr="00D737BF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7"/>
      <w:r w:rsidRPr="007D1808">
        <w:rPr>
          <w:sz w:val="20"/>
          <w:szCs w:val="20"/>
        </w:rPr>
        <w:t xml:space="preserve"> de </w:t>
      </w:r>
      <w:bookmarkStart w:id="58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Pr="00D737BF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8"/>
      <w:r w:rsidRPr="007D1808">
        <w:rPr>
          <w:sz w:val="20"/>
          <w:szCs w:val="20"/>
        </w:rPr>
        <w:t xml:space="preserve"> de </w:t>
      </w:r>
      <w:bookmarkStart w:id="59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9"/>
      <w:r>
        <w:rPr>
          <w:sz w:val="20"/>
          <w:szCs w:val="20"/>
        </w:rPr>
        <w:t>.</w:t>
      </w:r>
    </w:p>
    <w:p w:rsidR="00197508" w:rsidRDefault="00197508" w:rsidP="00197508">
      <w:pPr>
        <w:spacing w:before="120"/>
        <w:jc w:val="both"/>
        <w:rPr>
          <w:sz w:val="20"/>
          <w:szCs w:val="20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197508" w:rsidRPr="003D0FA7" w:rsidTr="005A53D4">
        <w:tc>
          <w:tcPr>
            <w:tcW w:w="4791" w:type="dxa"/>
            <w:shd w:val="clear" w:color="auto" w:fill="auto"/>
          </w:tcPr>
          <w:p w:rsidR="00197508" w:rsidRPr="003D0FA7" w:rsidRDefault="00197508" w:rsidP="005A53D4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:rsidR="00197508" w:rsidRPr="003D0FA7" w:rsidRDefault="00197508" w:rsidP="005A53D4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:rsidR="00197508" w:rsidRPr="007D1808" w:rsidRDefault="00197508" w:rsidP="00197508">
      <w:pPr>
        <w:jc w:val="both"/>
        <w:rPr>
          <w:sz w:val="20"/>
          <w:szCs w:val="20"/>
        </w:rPr>
      </w:pPr>
    </w:p>
    <w:p w:rsidR="00197508" w:rsidRPr="007D1808" w:rsidRDefault="00197508" w:rsidP="00197508">
      <w:pPr>
        <w:jc w:val="both"/>
        <w:rPr>
          <w:sz w:val="20"/>
          <w:szCs w:val="20"/>
        </w:rPr>
      </w:pPr>
    </w:p>
    <w:p w:rsidR="00197508" w:rsidRPr="007D1808" w:rsidRDefault="00197508" w:rsidP="00197508">
      <w:pPr>
        <w:jc w:val="both"/>
        <w:rPr>
          <w:sz w:val="20"/>
          <w:szCs w:val="20"/>
        </w:rPr>
      </w:pPr>
    </w:p>
    <w:p w:rsidR="00197508" w:rsidRDefault="00197508" w:rsidP="00197508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:rsidR="00197508" w:rsidRPr="001B43F4" w:rsidRDefault="00197508" w:rsidP="00197508">
      <w:pPr>
        <w:jc w:val="both"/>
        <w:rPr>
          <w:sz w:val="20"/>
          <w:szCs w:val="20"/>
        </w:rPr>
      </w:pPr>
    </w:p>
    <w:p w:rsidR="00197508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:rsidR="00197508" w:rsidRPr="001B43F4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:rsidR="00197508" w:rsidRPr="001B43F4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Contador;</w:t>
      </w:r>
    </w:p>
    <w:p w:rsidR="00197508" w:rsidRPr="001B43F4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:rsidR="00197508" w:rsidRPr="001B43F4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:rsidR="00197508" w:rsidRPr="001B43F4" w:rsidRDefault="00197508" w:rsidP="00197508">
      <w:pPr>
        <w:ind w:left="1068"/>
        <w:jc w:val="both"/>
        <w:rPr>
          <w:sz w:val="20"/>
          <w:szCs w:val="20"/>
        </w:rPr>
      </w:pPr>
      <w:r w:rsidRPr="001B43F4">
        <w:rPr>
          <w:sz w:val="20"/>
          <w:szCs w:val="20"/>
        </w:rPr>
        <w:t>Se não constar na declaração do imposto de renda o imóvel apontado na ficha de cadastro, juntar certidão do imóvel, expedida pelo Cartório de Registro do Imóvel, com data inferior a 30 dias;</w:t>
      </w:r>
    </w:p>
    <w:p w:rsidR="00197508" w:rsidRDefault="00197508" w:rsidP="00197508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:rsidR="00197508" w:rsidRPr="001B43F4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:rsidR="00197508" w:rsidRPr="001B43F4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:rsidR="00197508" w:rsidRDefault="00197508" w:rsidP="00197508">
      <w:pPr>
        <w:jc w:val="both"/>
      </w:pPr>
    </w:p>
    <w:p w:rsidR="00053CAF" w:rsidRDefault="00053CAF" w:rsidP="00197508">
      <w:pPr>
        <w:spacing w:before="120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800" w:rsidRDefault="002C4800">
      <w:r>
        <w:separator/>
      </w:r>
    </w:p>
  </w:endnote>
  <w:endnote w:type="continuationSeparator" w:id="0">
    <w:p w:rsidR="002C4800" w:rsidRDefault="002C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F56183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F56183" w:rsidRDefault="00F56183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F56183" w:rsidP="00C0599D">
    <w:pPr>
      <w:pStyle w:val="Rodap"/>
      <w:framePr w:wrap="around" w:vAnchor="text" w:hAnchor="margin" w:xAlign="outside" w:y="1"/>
      <w:rPr>
        <w:rStyle w:val="Nmerodepgina"/>
      </w:rPr>
    </w:pPr>
  </w:p>
  <w:p w:rsidR="00F56183" w:rsidRPr="00B961F6" w:rsidRDefault="00F56183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CREDUC_Cadastro_Cônjuge_Fiador</w:t>
    </w:r>
    <w:r w:rsidR="005E26A7">
      <w:rPr>
        <w:sz w:val="16"/>
        <w:szCs w:val="16"/>
      </w:rPr>
      <w:t xml:space="preserve"> (a)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RA: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5E26A7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Pr="00B961F6" w:rsidRDefault="00F56183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800" w:rsidRDefault="002C4800">
      <w:r>
        <w:separator/>
      </w:r>
    </w:p>
  </w:footnote>
  <w:footnote w:type="continuationSeparator" w:id="0">
    <w:p w:rsidR="002C4800" w:rsidRDefault="002C4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2942DC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2942DC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INeSFQKqDLG/yJjFfjaXwE0do3l5/QSzlyLJxshyZZw6j0KhC+MBHgbjyyN2YoL5I55OiP8MWdBAjOm4MIBvA==" w:salt="3IGos2sTJaglA2qBAJS/Zg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A7"/>
    <w:rsid w:val="00015B94"/>
    <w:rsid w:val="000328B8"/>
    <w:rsid w:val="00053CAF"/>
    <w:rsid w:val="000A01FC"/>
    <w:rsid w:val="000A4966"/>
    <w:rsid w:val="000F3CD2"/>
    <w:rsid w:val="00132227"/>
    <w:rsid w:val="00162F6E"/>
    <w:rsid w:val="00182AC8"/>
    <w:rsid w:val="00192C71"/>
    <w:rsid w:val="001974DF"/>
    <w:rsid w:val="00197508"/>
    <w:rsid w:val="001A0384"/>
    <w:rsid w:val="001B1E48"/>
    <w:rsid w:val="001B43F4"/>
    <w:rsid w:val="001C716B"/>
    <w:rsid w:val="001E548C"/>
    <w:rsid w:val="002236F4"/>
    <w:rsid w:val="002238FF"/>
    <w:rsid w:val="00224667"/>
    <w:rsid w:val="00276045"/>
    <w:rsid w:val="002942DC"/>
    <w:rsid w:val="002A21FA"/>
    <w:rsid w:val="002B77F4"/>
    <w:rsid w:val="002C4800"/>
    <w:rsid w:val="002D5631"/>
    <w:rsid w:val="002F5509"/>
    <w:rsid w:val="00306C91"/>
    <w:rsid w:val="00307B3E"/>
    <w:rsid w:val="003144B9"/>
    <w:rsid w:val="00316B97"/>
    <w:rsid w:val="003338B7"/>
    <w:rsid w:val="003462ED"/>
    <w:rsid w:val="00365E9E"/>
    <w:rsid w:val="003B0BEC"/>
    <w:rsid w:val="003B1CEC"/>
    <w:rsid w:val="003D2D77"/>
    <w:rsid w:val="003D3691"/>
    <w:rsid w:val="00431C3E"/>
    <w:rsid w:val="00464FB0"/>
    <w:rsid w:val="00495EAB"/>
    <w:rsid w:val="004B41FC"/>
    <w:rsid w:val="004D0933"/>
    <w:rsid w:val="004D1EBF"/>
    <w:rsid w:val="004D44FA"/>
    <w:rsid w:val="005013B9"/>
    <w:rsid w:val="00514084"/>
    <w:rsid w:val="00531E81"/>
    <w:rsid w:val="005557FA"/>
    <w:rsid w:val="00571603"/>
    <w:rsid w:val="00575B6B"/>
    <w:rsid w:val="0058414C"/>
    <w:rsid w:val="005A0109"/>
    <w:rsid w:val="005A53D4"/>
    <w:rsid w:val="005A60BA"/>
    <w:rsid w:val="005B132F"/>
    <w:rsid w:val="005E26A7"/>
    <w:rsid w:val="005E4D92"/>
    <w:rsid w:val="005E4F17"/>
    <w:rsid w:val="005F2DEB"/>
    <w:rsid w:val="00666F12"/>
    <w:rsid w:val="00696358"/>
    <w:rsid w:val="006B5B00"/>
    <w:rsid w:val="006C08ED"/>
    <w:rsid w:val="006D636D"/>
    <w:rsid w:val="006E1523"/>
    <w:rsid w:val="006F1489"/>
    <w:rsid w:val="007078E1"/>
    <w:rsid w:val="00707B01"/>
    <w:rsid w:val="0071111E"/>
    <w:rsid w:val="007114EA"/>
    <w:rsid w:val="00726532"/>
    <w:rsid w:val="007443FC"/>
    <w:rsid w:val="00752413"/>
    <w:rsid w:val="00757B4A"/>
    <w:rsid w:val="00791752"/>
    <w:rsid w:val="007B2248"/>
    <w:rsid w:val="007B2B07"/>
    <w:rsid w:val="007C0D41"/>
    <w:rsid w:val="007C298C"/>
    <w:rsid w:val="007D1808"/>
    <w:rsid w:val="008158AE"/>
    <w:rsid w:val="00816ED1"/>
    <w:rsid w:val="0083136B"/>
    <w:rsid w:val="008774F1"/>
    <w:rsid w:val="008E19F0"/>
    <w:rsid w:val="00936867"/>
    <w:rsid w:val="00945E30"/>
    <w:rsid w:val="00951BE5"/>
    <w:rsid w:val="00992F4D"/>
    <w:rsid w:val="00997840"/>
    <w:rsid w:val="009B2216"/>
    <w:rsid w:val="009F4555"/>
    <w:rsid w:val="00A02C56"/>
    <w:rsid w:val="00A04DB4"/>
    <w:rsid w:val="00A11624"/>
    <w:rsid w:val="00A23D24"/>
    <w:rsid w:val="00A665EB"/>
    <w:rsid w:val="00A85DEE"/>
    <w:rsid w:val="00AB7E4F"/>
    <w:rsid w:val="00AF4D30"/>
    <w:rsid w:val="00B35298"/>
    <w:rsid w:val="00B63F6A"/>
    <w:rsid w:val="00B961F6"/>
    <w:rsid w:val="00BA7DED"/>
    <w:rsid w:val="00BC0CAE"/>
    <w:rsid w:val="00BC1A1A"/>
    <w:rsid w:val="00BD5372"/>
    <w:rsid w:val="00C0599D"/>
    <w:rsid w:val="00C07A5B"/>
    <w:rsid w:val="00C401A6"/>
    <w:rsid w:val="00C8006D"/>
    <w:rsid w:val="00C862E5"/>
    <w:rsid w:val="00CA64EA"/>
    <w:rsid w:val="00CA6BDC"/>
    <w:rsid w:val="00CA76D5"/>
    <w:rsid w:val="00CC2918"/>
    <w:rsid w:val="00CE241B"/>
    <w:rsid w:val="00D11C13"/>
    <w:rsid w:val="00D23D73"/>
    <w:rsid w:val="00DC018F"/>
    <w:rsid w:val="00E37805"/>
    <w:rsid w:val="00E60E14"/>
    <w:rsid w:val="00E80AFC"/>
    <w:rsid w:val="00F35436"/>
    <w:rsid w:val="00F56183"/>
    <w:rsid w:val="00F81596"/>
    <w:rsid w:val="00F834EF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35544-AA33-4EB4-B39B-903C4518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8LAJ2Q96\creduc-ficha-conj-fiado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creduc-ficha-conj-fiador</Template>
  <TotalTime>0</TotalTime>
  <Pages>2</Pages>
  <Words>805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2</cp:revision>
  <cp:lastPrinted>2008-04-15T17:13:00Z</cp:lastPrinted>
  <dcterms:created xsi:type="dcterms:W3CDTF">2024-11-13T19:09:00Z</dcterms:created>
  <dcterms:modified xsi:type="dcterms:W3CDTF">2024-11-13T19:09:00Z</dcterms:modified>
</cp:coreProperties>
</file>